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4799207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966A7B">
        <w:rPr>
          <w:rFonts w:eastAsia="Times New Roman" w:cs="Times New Roman"/>
          <w:lang w:eastAsia="cs-CZ"/>
        </w:rPr>
        <w:t>28906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60C6D3D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AB3829">
        <w:rPr>
          <w:noProof/>
        </w:rPr>
        <w:t>1</w:t>
      </w:r>
      <w:r w:rsidR="00966A7B">
        <w:rPr>
          <w:noProof/>
        </w:rPr>
        <w:t>7</w:t>
      </w:r>
      <w:r w:rsidR="00167955">
        <w:rPr>
          <w:noProof/>
        </w:rPr>
        <w:t xml:space="preserve">. kolo“, č.j. </w:t>
      </w:r>
      <w:r w:rsidR="00966A7B">
        <w:rPr>
          <w:noProof/>
        </w:rPr>
        <w:t>28906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9E71F" w14:textId="77777777" w:rsidR="00A46651" w:rsidRDefault="00A46651" w:rsidP="00962258">
      <w:pPr>
        <w:spacing w:after="0" w:line="240" w:lineRule="auto"/>
      </w:pPr>
      <w:r>
        <w:separator/>
      </w:r>
    </w:p>
  </w:endnote>
  <w:endnote w:type="continuationSeparator" w:id="0">
    <w:p w14:paraId="0152E41D" w14:textId="77777777" w:rsidR="00A46651" w:rsidRDefault="00A466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17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9D39B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0B1FB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B298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059BE" w14:textId="77777777" w:rsidR="00A46651" w:rsidRDefault="00A46651" w:rsidP="00962258">
      <w:pPr>
        <w:spacing w:after="0" w:line="240" w:lineRule="auto"/>
      </w:pPr>
      <w:r>
        <w:separator/>
      </w:r>
    </w:p>
  </w:footnote>
  <w:footnote w:type="continuationSeparator" w:id="0">
    <w:p w14:paraId="0AB86A1C" w14:textId="77777777" w:rsidR="00A46651" w:rsidRDefault="00A466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46BB"/>
    <w:rsid w:val="000C4FAB"/>
    <w:rsid w:val="000E23A7"/>
    <w:rsid w:val="0010693F"/>
    <w:rsid w:val="00114472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7D537C-E169-4DF5-88C5-C42E3E56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47</cp:revision>
  <cp:lastPrinted>2022-04-20T13:13:00Z</cp:lastPrinted>
  <dcterms:created xsi:type="dcterms:W3CDTF">2020-06-11T06:14:00Z</dcterms:created>
  <dcterms:modified xsi:type="dcterms:W3CDTF">2022-04-20T13:14:00Z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